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8768" w:type="dxa"/>
        <w:tblLook w:val="0000"/>
      </w:tblPr>
      <w:tblGrid>
        <w:gridCol w:w="8768"/>
      </w:tblGrid>
      <w:tr w:rsidR="002D2BC9" w:rsidTr="003B4959">
        <w:tc>
          <w:tcPr>
            <w:tcW w:w="8768" w:type="dxa"/>
          </w:tcPr>
          <w:p w:rsidR="003458DD" w:rsidRPr="00CC3456" w:rsidRDefault="002D2BC9" w:rsidP="00236114">
            <w:pPr>
              <w:pStyle w:val="Objective"/>
            </w:pPr>
            <w:r w:rsidRPr="00CD4193">
              <w:rPr>
                <w:b/>
                <w:sz w:val="24"/>
                <w:szCs w:val="24"/>
                <w:u w:val="single"/>
              </w:rPr>
              <w:t>Objective</w:t>
            </w:r>
          </w:p>
        </w:tc>
      </w:tr>
      <w:tr w:rsidR="003F695D" w:rsidTr="003B4959">
        <w:tc>
          <w:tcPr>
            <w:tcW w:w="8768" w:type="dxa"/>
          </w:tcPr>
          <w:p w:rsidR="003F695D" w:rsidRDefault="003F695D" w:rsidP="003368C3"/>
          <w:p w:rsidR="003F695D" w:rsidRDefault="003F695D" w:rsidP="00236114">
            <w:pPr>
              <w:pStyle w:val="JobTitle"/>
            </w:pPr>
            <w:r>
              <w:t>Software Engineer</w:t>
            </w:r>
            <w:r w:rsidR="00236114">
              <w:t xml:space="preserve"> one</w:t>
            </w:r>
          </w:p>
        </w:tc>
      </w:tr>
      <w:tr w:rsidR="003F695D" w:rsidTr="003B4959">
        <w:tc>
          <w:tcPr>
            <w:tcW w:w="8768" w:type="dxa"/>
          </w:tcPr>
          <w:p w:rsidR="003F695D" w:rsidRDefault="003F695D">
            <w:pPr>
              <w:pStyle w:val="JobTitle"/>
            </w:pPr>
          </w:p>
          <w:p w:rsidR="003F695D" w:rsidRDefault="003F695D" w:rsidP="00236114">
            <w:pPr>
              <w:pStyle w:val="JobTitle"/>
            </w:pPr>
            <w:r>
              <w:t>Software Engineer</w:t>
            </w:r>
            <w:r w:rsidR="00236114">
              <w:t xml:space="preserve"> two</w:t>
            </w:r>
          </w:p>
        </w:tc>
      </w:tr>
      <w:tr w:rsidR="003F695D" w:rsidTr="003B4959">
        <w:tc>
          <w:tcPr>
            <w:tcW w:w="8768" w:type="dxa"/>
          </w:tcPr>
          <w:p w:rsidR="003F695D" w:rsidRDefault="001268FA" w:rsidP="00C81D2B">
            <w:pPr>
              <w:rPr>
                <w:rFonts w:cs="Arial"/>
              </w:rPr>
            </w:pPr>
            <w:r>
              <w:rPr>
                <w:b/>
                <w:sz w:val="24"/>
                <w:szCs w:val="24"/>
                <w:u w:val="single"/>
              </w:rPr>
              <w:t>Education</w:t>
            </w:r>
          </w:p>
          <w:p w:rsidR="003F695D" w:rsidRPr="00167C62" w:rsidRDefault="003F695D" w:rsidP="00167C62">
            <w:pPr>
              <w:pStyle w:val="Achievement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b/>
                <w:sz w:val="24"/>
                <w:szCs w:val="24"/>
                <w:u w:val="single"/>
              </w:rPr>
              <w:t>Education</w:t>
            </w:r>
          </w:p>
        </w:tc>
      </w:tr>
    </w:tbl>
    <w:p w:rsidR="004E4A75" w:rsidRPr="004E4A75" w:rsidRDefault="004E4A75" w:rsidP="0035547C"/>
    <w:sectPr w:rsidR="004E4A75" w:rsidRPr="004E4A75" w:rsidSect="00E75A05">
      <w:headerReference w:type="first" r:id="rId8"/>
      <w:pgSz w:w="12240" w:h="15840"/>
      <w:pgMar w:top="1440" w:right="1800" w:bottom="1440" w:left="1800" w:header="965" w:footer="965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27A0" w:rsidRDefault="00DE27A0">
      <w:r>
        <w:separator/>
      </w:r>
    </w:p>
  </w:endnote>
  <w:endnote w:type="continuationSeparator" w:id="1">
    <w:p w:rsidR="00DE27A0" w:rsidRDefault="00DE27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27A0" w:rsidRDefault="00DE27A0">
      <w:r>
        <w:separator/>
      </w:r>
    </w:p>
  </w:footnote>
  <w:footnote w:type="continuationSeparator" w:id="1">
    <w:p w:rsidR="00DE27A0" w:rsidRDefault="00DE27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DA7" w:rsidRDefault="00950DA7">
    <w:pPr>
      <w:pStyle w:val="Header"/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202DE"/>
    <w:multiLevelType w:val="hybridMultilevel"/>
    <w:tmpl w:val="39E44188"/>
    <w:lvl w:ilvl="0" w:tplc="04090001">
      <w:start w:val="1"/>
      <w:numFmt w:val="bullet"/>
      <w:lvlText w:val=""/>
      <w:lvlJc w:val="left"/>
      <w:pPr>
        <w:ind w:left="9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5" w:hanging="360"/>
      </w:pPr>
      <w:rPr>
        <w:rFonts w:ascii="Wingdings" w:hAnsi="Wingdings" w:hint="default"/>
      </w:rPr>
    </w:lvl>
  </w:abstractNum>
  <w:abstractNum w:abstractNumId="1">
    <w:nsid w:val="2F632B56"/>
    <w:multiLevelType w:val="hybridMultilevel"/>
    <w:tmpl w:val="808CE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AD55F0"/>
    <w:multiLevelType w:val="hybridMultilevel"/>
    <w:tmpl w:val="4F96B740"/>
    <w:lvl w:ilvl="0" w:tplc="04090005">
      <w:start w:val="1"/>
      <w:numFmt w:val="bullet"/>
      <w:lvlText w:val=""/>
      <w:lvlJc w:val="left"/>
      <w:pPr>
        <w:ind w:left="9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5" w:hanging="360"/>
      </w:pPr>
      <w:rPr>
        <w:rFonts w:ascii="Wingdings" w:hAnsi="Wingdings" w:hint="default"/>
      </w:rPr>
    </w:lvl>
  </w:abstractNum>
  <w:abstractNum w:abstractNumId="3">
    <w:nsid w:val="377F3017"/>
    <w:multiLevelType w:val="hybridMultilevel"/>
    <w:tmpl w:val="4166324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A89537E"/>
    <w:multiLevelType w:val="hybridMultilevel"/>
    <w:tmpl w:val="BC9C534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5E81AC4"/>
    <w:multiLevelType w:val="hybridMultilevel"/>
    <w:tmpl w:val="255A5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080670"/>
    <w:multiLevelType w:val="hybridMultilevel"/>
    <w:tmpl w:val="560CA0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right="245" w:hanging="245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5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activeWritingStyle w:appName="MSWord" w:lang="en-US" w:vendorID="8" w:dllVersion="513" w:checkStyle="0"/>
  <w:proofState w:spelling="clean" w:grammar="clean"/>
  <w:attachedTemplate r:id="rId1"/>
  <w:stylePaneFormatFilter w:val="3F01"/>
  <w:defaultTabStop w:val="720"/>
  <w:drawingGridHorizontalSpacing w:val="100"/>
  <w:drawingGridVerticalSpacing w:val="187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F053D"/>
    <w:rsid w:val="0002709A"/>
    <w:rsid w:val="00031734"/>
    <w:rsid w:val="00043161"/>
    <w:rsid w:val="0005390F"/>
    <w:rsid w:val="000636E4"/>
    <w:rsid w:val="00064F04"/>
    <w:rsid w:val="0007340C"/>
    <w:rsid w:val="00076B62"/>
    <w:rsid w:val="00091287"/>
    <w:rsid w:val="00094DED"/>
    <w:rsid w:val="00097981"/>
    <w:rsid w:val="000C38D4"/>
    <w:rsid w:val="000D5AE2"/>
    <w:rsid w:val="000F03BE"/>
    <w:rsid w:val="00101B82"/>
    <w:rsid w:val="00104192"/>
    <w:rsid w:val="00104887"/>
    <w:rsid w:val="00112E4C"/>
    <w:rsid w:val="00125C2D"/>
    <w:rsid w:val="001268FA"/>
    <w:rsid w:val="00135C45"/>
    <w:rsid w:val="00150C03"/>
    <w:rsid w:val="00154051"/>
    <w:rsid w:val="00166309"/>
    <w:rsid w:val="00167C62"/>
    <w:rsid w:val="00174287"/>
    <w:rsid w:val="001765F6"/>
    <w:rsid w:val="00180D66"/>
    <w:rsid w:val="001B2C37"/>
    <w:rsid w:val="001B5AA2"/>
    <w:rsid w:val="001D08CE"/>
    <w:rsid w:val="001D4928"/>
    <w:rsid w:val="001D4964"/>
    <w:rsid w:val="001F013C"/>
    <w:rsid w:val="001F0F7D"/>
    <w:rsid w:val="001F2B18"/>
    <w:rsid w:val="00207EC1"/>
    <w:rsid w:val="0021551F"/>
    <w:rsid w:val="00236114"/>
    <w:rsid w:val="0024105E"/>
    <w:rsid w:val="002425E5"/>
    <w:rsid w:val="00251573"/>
    <w:rsid w:val="002550A9"/>
    <w:rsid w:val="00261242"/>
    <w:rsid w:val="00267A92"/>
    <w:rsid w:val="002705C2"/>
    <w:rsid w:val="00270CED"/>
    <w:rsid w:val="002935FA"/>
    <w:rsid w:val="00293C46"/>
    <w:rsid w:val="00297504"/>
    <w:rsid w:val="002A00EE"/>
    <w:rsid w:val="002A2E5F"/>
    <w:rsid w:val="002A33B6"/>
    <w:rsid w:val="002A4949"/>
    <w:rsid w:val="002B452C"/>
    <w:rsid w:val="002C66B4"/>
    <w:rsid w:val="002D2BC9"/>
    <w:rsid w:val="002E10A9"/>
    <w:rsid w:val="002E204A"/>
    <w:rsid w:val="002F0789"/>
    <w:rsid w:val="002F2422"/>
    <w:rsid w:val="003008EA"/>
    <w:rsid w:val="00326259"/>
    <w:rsid w:val="003368C3"/>
    <w:rsid w:val="00342517"/>
    <w:rsid w:val="003458DD"/>
    <w:rsid w:val="0034633C"/>
    <w:rsid w:val="00350A71"/>
    <w:rsid w:val="0035547C"/>
    <w:rsid w:val="00363522"/>
    <w:rsid w:val="0036496C"/>
    <w:rsid w:val="00374164"/>
    <w:rsid w:val="00386252"/>
    <w:rsid w:val="00394EDB"/>
    <w:rsid w:val="00397A0D"/>
    <w:rsid w:val="003A2782"/>
    <w:rsid w:val="003A618A"/>
    <w:rsid w:val="003B4959"/>
    <w:rsid w:val="003B7B9A"/>
    <w:rsid w:val="003C4653"/>
    <w:rsid w:val="003C77C3"/>
    <w:rsid w:val="003D3234"/>
    <w:rsid w:val="003D590F"/>
    <w:rsid w:val="003D6564"/>
    <w:rsid w:val="003D6A1A"/>
    <w:rsid w:val="003D70A4"/>
    <w:rsid w:val="003F56AC"/>
    <w:rsid w:val="003F695D"/>
    <w:rsid w:val="00407E0A"/>
    <w:rsid w:val="00422636"/>
    <w:rsid w:val="00441177"/>
    <w:rsid w:val="00442DDD"/>
    <w:rsid w:val="00447B8A"/>
    <w:rsid w:val="004565A6"/>
    <w:rsid w:val="004623A8"/>
    <w:rsid w:val="00465763"/>
    <w:rsid w:val="0047078B"/>
    <w:rsid w:val="00472496"/>
    <w:rsid w:val="00475210"/>
    <w:rsid w:val="00484F76"/>
    <w:rsid w:val="004A1E15"/>
    <w:rsid w:val="004A3624"/>
    <w:rsid w:val="004A4A78"/>
    <w:rsid w:val="004B6F82"/>
    <w:rsid w:val="004C2587"/>
    <w:rsid w:val="004C3555"/>
    <w:rsid w:val="004C77F4"/>
    <w:rsid w:val="004D0705"/>
    <w:rsid w:val="004D2E1D"/>
    <w:rsid w:val="004E071E"/>
    <w:rsid w:val="004E3C22"/>
    <w:rsid w:val="004E3CFB"/>
    <w:rsid w:val="004E4A75"/>
    <w:rsid w:val="004F116F"/>
    <w:rsid w:val="004F396B"/>
    <w:rsid w:val="004F425B"/>
    <w:rsid w:val="00504CBE"/>
    <w:rsid w:val="00515600"/>
    <w:rsid w:val="005217F7"/>
    <w:rsid w:val="005272F1"/>
    <w:rsid w:val="00537961"/>
    <w:rsid w:val="00537F29"/>
    <w:rsid w:val="005401DA"/>
    <w:rsid w:val="00575508"/>
    <w:rsid w:val="005938E7"/>
    <w:rsid w:val="00594EDE"/>
    <w:rsid w:val="005A0AF5"/>
    <w:rsid w:val="005A4F75"/>
    <w:rsid w:val="005A59B4"/>
    <w:rsid w:val="005B2E31"/>
    <w:rsid w:val="005B3718"/>
    <w:rsid w:val="005D5035"/>
    <w:rsid w:val="005F237A"/>
    <w:rsid w:val="006054C0"/>
    <w:rsid w:val="00605907"/>
    <w:rsid w:val="00617E76"/>
    <w:rsid w:val="00624E05"/>
    <w:rsid w:val="00643315"/>
    <w:rsid w:val="00643DC4"/>
    <w:rsid w:val="00644DF4"/>
    <w:rsid w:val="00652EFC"/>
    <w:rsid w:val="006603DE"/>
    <w:rsid w:val="00673A07"/>
    <w:rsid w:val="0068164F"/>
    <w:rsid w:val="00683569"/>
    <w:rsid w:val="00686F79"/>
    <w:rsid w:val="006A5C61"/>
    <w:rsid w:val="006C6402"/>
    <w:rsid w:val="006D0416"/>
    <w:rsid w:val="006E2EE1"/>
    <w:rsid w:val="006E4220"/>
    <w:rsid w:val="006F3602"/>
    <w:rsid w:val="006F740E"/>
    <w:rsid w:val="00700C2E"/>
    <w:rsid w:val="007015ED"/>
    <w:rsid w:val="0070504E"/>
    <w:rsid w:val="00712173"/>
    <w:rsid w:val="00712321"/>
    <w:rsid w:val="007124E2"/>
    <w:rsid w:val="00717E6B"/>
    <w:rsid w:val="007309B7"/>
    <w:rsid w:val="00730DAE"/>
    <w:rsid w:val="0073475C"/>
    <w:rsid w:val="00745E0B"/>
    <w:rsid w:val="00745E60"/>
    <w:rsid w:val="00745EDB"/>
    <w:rsid w:val="00750912"/>
    <w:rsid w:val="00756D68"/>
    <w:rsid w:val="00762085"/>
    <w:rsid w:val="00767499"/>
    <w:rsid w:val="00771065"/>
    <w:rsid w:val="00777222"/>
    <w:rsid w:val="00783241"/>
    <w:rsid w:val="0078516A"/>
    <w:rsid w:val="007A0FB6"/>
    <w:rsid w:val="007A34E7"/>
    <w:rsid w:val="007B1540"/>
    <w:rsid w:val="007B61FF"/>
    <w:rsid w:val="007B6D8A"/>
    <w:rsid w:val="007C31AF"/>
    <w:rsid w:val="007D3CAB"/>
    <w:rsid w:val="007E7296"/>
    <w:rsid w:val="007F1342"/>
    <w:rsid w:val="007F3D45"/>
    <w:rsid w:val="00807498"/>
    <w:rsid w:val="0081475B"/>
    <w:rsid w:val="00830A15"/>
    <w:rsid w:val="00832BE6"/>
    <w:rsid w:val="00847317"/>
    <w:rsid w:val="00855B79"/>
    <w:rsid w:val="00856F88"/>
    <w:rsid w:val="00862463"/>
    <w:rsid w:val="00865097"/>
    <w:rsid w:val="00865ED9"/>
    <w:rsid w:val="0087606A"/>
    <w:rsid w:val="00887A40"/>
    <w:rsid w:val="008914AA"/>
    <w:rsid w:val="00892C87"/>
    <w:rsid w:val="008A4678"/>
    <w:rsid w:val="008C1B53"/>
    <w:rsid w:val="008C2666"/>
    <w:rsid w:val="008C30BC"/>
    <w:rsid w:val="008C3743"/>
    <w:rsid w:val="008D24F3"/>
    <w:rsid w:val="008D53A8"/>
    <w:rsid w:val="008E1AFE"/>
    <w:rsid w:val="00900E90"/>
    <w:rsid w:val="00914C9A"/>
    <w:rsid w:val="009204D2"/>
    <w:rsid w:val="00923D08"/>
    <w:rsid w:val="009347D6"/>
    <w:rsid w:val="00936BEA"/>
    <w:rsid w:val="009457A8"/>
    <w:rsid w:val="00950DA7"/>
    <w:rsid w:val="00967AF9"/>
    <w:rsid w:val="00971796"/>
    <w:rsid w:val="00972D0D"/>
    <w:rsid w:val="009765A8"/>
    <w:rsid w:val="00987A65"/>
    <w:rsid w:val="009911E4"/>
    <w:rsid w:val="009A412A"/>
    <w:rsid w:val="009A61C9"/>
    <w:rsid w:val="009A6790"/>
    <w:rsid w:val="009A6AD0"/>
    <w:rsid w:val="009B6369"/>
    <w:rsid w:val="009C6E76"/>
    <w:rsid w:val="009E3399"/>
    <w:rsid w:val="009E6422"/>
    <w:rsid w:val="009F4473"/>
    <w:rsid w:val="00A034A2"/>
    <w:rsid w:val="00A21753"/>
    <w:rsid w:val="00A220B1"/>
    <w:rsid w:val="00A24CC9"/>
    <w:rsid w:val="00A3106E"/>
    <w:rsid w:val="00A50307"/>
    <w:rsid w:val="00A6008C"/>
    <w:rsid w:val="00A6208D"/>
    <w:rsid w:val="00A645A9"/>
    <w:rsid w:val="00A65825"/>
    <w:rsid w:val="00A67B4A"/>
    <w:rsid w:val="00A71659"/>
    <w:rsid w:val="00A81817"/>
    <w:rsid w:val="00AA136D"/>
    <w:rsid w:val="00AA453D"/>
    <w:rsid w:val="00AB68B2"/>
    <w:rsid w:val="00AC5B9A"/>
    <w:rsid w:val="00AC77ED"/>
    <w:rsid w:val="00AD6D13"/>
    <w:rsid w:val="00AD6D50"/>
    <w:rsid w:val="00AF4F5E"/>
    <w:rsid w:val="00B02D13"/>
    <w:rsid w:val="00B053FD"/>
    <w:rsid w:val="00B16190"/>
    <w:rsid w:val="00B2321A"/>
    <w:rsid w:val="00B311A6"/>
    <w:rsid w:val="00B33160"/>
    <w:rsid w:val="00B33777"/>
    <w:rsid w:val="00B442C9"/>
    <w:rsid w:val="00B45387"/>
    <w:rsid w:val="00B51197"/>
    <w:rsid w:val="00B53DA4"/>
    <w:rsid w:val="00B548EE"/>
    <w:rsid w:val="00B55E18"/>
    <w:rsid w:val="00B638A7"/>
    <w:rsid w:val="00B67BF5"/>
    <w:rsid w:val="00B712F2"/>
    <w:rsid w:val="00B71BFF"/>
    <w:rsid w:val="00B87513"/>
    <w:rsid w:val="00B920EC"/>
    <w:rsid w:val="00BA58BA"/>
    <w:rsid w:val="00BA5F53"/>
    <w:rsid w:val="00BA7ADC"/>
    <w:rsid w:val="00BB3B88"/>
    <w:rsid w:val="00BC2529"/>
    <w:rsid w:val="00BC4BBC"/>
    <w:rsid w:val="00BC7745"/>
    <w:rsid w:val="00BD6791"/>
    <w:rsid w:val="00BE2805"/>
    <w:rsid w:val="00BE62C7"/>
    <w:rsid w:val="00BF053D"/>
    <w:rsid w:val="00C03527"/>
    <w:rsid w:val="00C13A14"/>
    <w:rsid w:val="00C1427C"/>
    <w:rsid w:val="00C4698A"/>
    <w:rsid w:val="00C60E58"/>
    <w:rsid w:val="00C63A80"/>
    <w:rsid w:val="00C73D0A"/>
    <w:rsid w:val="00C81D2B"/>
    <w:rsid w:val="00C82407"/>
    <w:rsid w:val="00C866F3"/>
    <w:rsid w:val="00C90056"/>
    <w:rsid w:val="00C95731"/>
    <w:rsid w:val="00CA19F2"/>
    <w:rsid w:val="00CA64A4"/>
    <w:rsid w:val="00CB176B"/>
    <w:rsid w:val="00CC3456"/>
    <w:rsid w:val="00CC4301"/>
    <w:rsid w:val="00CD4193"/>
    <w:rsid w:val="00CE5647"/>
    <w:rsid w:val="00CE5CBA"/>
    <w:rsid w:val="00CF11DA"/>
    <w:rsid w:val="00CF5D0A"/>
    <w:rsid w:val="00CF660F"/>
    <w:rsid w:val="00CF7F38"/>
    <w:rsid w:val="00D16971"/>
    <w:rsid w:val="00D26722"/>
    <w:rsid w:val="00D52084"/>
    <w:rsid w:val="00D63760"/>
    <w:rsid w:val="00D643A4"/>
    <w:rsid w:val="00D7120C"/>
    <w:rsid w:val="00D7251D"/>
    <w:rsid w:val="00D82B75"/>
    <w:rsid w:val="00D9005D"/>
    <w:rsid w:val="00D90786"/>
    <w:rsid w:val="00D95777"/>
    <w:rsid w:val="00DA0504"/>
    <w:rsid w:val="00DA5E88"/>
    <w:rsid w:val="00DC7EE1"/>
    <w:rsid w:val="00DD00C8"/>
    <w:rsid w:val="00DD3E27"/>
    <w:rsid w:val="00DD5514"/>
    <w:rsid w:val="00DD56C4"/>
    <w:rsid w:val="00DD5ADE"/>
    <w:rsid w:val="00DD5D99"/>
    <w:rsid w:val="00DE27A0"/>
    <w:rsid w:val="00DF0166"/>
    <w:rsid w:val="00DF4184"/>
    <w:rsid w:val="00E00A60"/>
    <w:rsid w:val="00E0219B"/>
    <w:rsid w:val="00E02B77"/>
    <w:rsid w:val="00E13594"/>
    <w:rsid w:val="00E16A4A"/>
    <w:rsid w:val="00E203DF"/>
    <w:rsid w:val="00E26D91"/>
    <w:rsid w:val="00E270CE"/>
    <w:rsid w:val="00E46A8C"/>
    <w:rsid w:val="00E56529"/>
    <w:rsid w:val="00E61E09"/>
    <w:rsid w:val="00E75A05"/>
    <w:rsid w:val="00E7715D"/>
    <w:rsid w:val="00E8155B"/>
    <w:rsid w:val="00E8397D"/>
    <w:rsid w:val="00E90E10"/>
    <w:rsid w:val="00E94FD3"/>
    <w:rsid w:val="00E97190"/>
    <w:rsid w:val="00EA266C"/>
    <w:rsid w:val="00EA708C"/>
    <w:rsid w:val="00EC5DD1"/>
    <w:rsid w:val="00ED0441"/>
    <w:rsid w:val="00ED0C70"/>
    <w:rsid w:val="00EE0B38"/>
    <w:rsid w:val="00EE6A3C"/>
    <w:rsid w:val="00EF2C3A"/>
    <w:rsid w:val="00EF2F91"/>
    <w:rsid w:val="00F030D7"/>
    <w:rsid w:val="00F04A68"/>
    <w:rsid w:val="00F06E78"/>
    <w:rsid w:val="00F21E57"/>
    <w:rsid w:val="00F241E0"/>
    <w:rsid w:val="00F325C0"/>
    <w:rsid w:val="00F559A0"/>
    <w:rsid w:val="00F61A6E"/>
    <w:rsid w:val="00F62999"/>
    <w:rsid w:val="00F72A0F"/>
    <w:rsid w:val="00F815A3"/>
    <w:rsid w:val="00F90C7E"/>
    <w:rsid w:val="00F9397E"/>
    <w:rsid w:val="00F943C1"/>
    <w:rsid w:val="00F94767"/>
    <w:rsid w:val="00FC057B"/>
    <w:rsid w:val="00FC05F7"/>
    <w:rsid w:val="00FC2729"/>
    <w:rsid w:val="00FD5A6E"/>
    <w:rsid w:val="00FE5352"/>
    <w:rsid w:val="00FE66BE"/>
    <w:rsid w:val="00FE7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01B82"/>
    <w:rPr>
      <w:rFonts w:ascii="Arial" w:hAnsi="Arial"/>
    </w:rPr>
  </w:style>
  <w:style w:type="paragraph" w:styleId="Heading1">
    <w:name w:val="heading 1"/>
    <w:basedOn w:val="HeadingBase"/>
    <w:next w:val="BodyText"/>
    <w:qFormat/>
    <w:rsid w:val="00101B82"/>
    <w:pPr>
      <w:spacing w:before="220" w:after="220"/>
      <w:ind w:left="-2160"/>
      <w:jc w:val="left"/>
      <w:outlineLvl w:val="0"/>
    </w:pPr>
    <w:rPr>
      <w:rFonts w:ascii="Arial Black" w:hAnsi="Arial Black"/>
      <w:kern w:val="28"/>
      <w:sz w:val="20"/>
    </w:rPr>
  </w:style>
  <w:style w:type="paragraph" w:styleId="Heading2">
    <w:name w:val="heading 2"/>
    <w:basedOn w:val="HeadingBase"/>
    <w:next w:val="BodyText"/>
    <w:qFormat/>
    <w:rsid w:val="00101B82"/>
    <w:pPr>
      <w:spacing w:after="220"/>
      <w:jc w:val="left"/>
      <w:outlineLvl w:val="1"/>
    </w:pPr>
    <w:rPr>
      <w:rFonts w:ascii="Arial Black" w:hAnsi="Arial Black"/>
      <w:sz w:val="20"/>
    </w:rPr>
  </w:style>
  <w:style w:type="paragraph" w:styleId="Heading3">
    <w:name w:val="heading 3"/>
    <w:basedOn w:val="HeadingBase"/>
    <w:next w:val="BodyText"/>
    <w:qFormat/>
    <w:rsid w:val="00101B82"/>
    <w:pPr>
      <w:spacing w:after="220"/>
      <w:jc w:val="left"/>
      <w:outlineLvl w:val="2"/>
    </w:pPr>
    <w:rPr>
      <w:i/>
      <w:spacing w:val="-2"/>
      <w:sz w:val="20"/>
    </w:rPr>
  </w:style>
  <w:style w:type="paragraph" w:styleId="Heading4">
    <w:name w:val="heading 4"/>
    <w:basedOn w:val="HeadingBase"/>
    <w:next w:val="BodyText"/>
    <w:qFormat/>
    <w:rsid w:val="00101B82"/>
    <w:pPr>
      <w:jc w:val="left"/>
      <w:outlineLvl w:val="3"/>
    </w:pPr>
    <w:rPr>
      <w:rFonts w:ascii="Arial Black" w:hAnsi="Arial Black"/>
      <w:sz w:val="20"/>
    </w:rPr>
  </w:style>
  <w:style w:type="paragraph" w:styleId="Heading5">
    <w:name w:val="heading 5"/>
    <w:basedOn w:val="HeadingBase"/>
    <w:next w:val="BodyText"/>
    <w:qFormat/>
    <w:rsid w:val="00101B82"/>
    <w:pPr>
      <w:spacing w:after="220"/>
      <w:jc w:val="left"/>
      <w:outlineLvl w:val="4"/>
    </w:pPr>
    <w:rPr>
      <w:rFonts w:ascii="Arial Black" w:hAnsi="Arial Black"/>
      <w:sz w:val="16"/>
    </w:rPr>
  </w:style>
  <w:style w:type="paragraph" w:styleId="Heading6">
    <w:name w:val="heading 6"/>
    <w:basedOn w:val="Normal"/>
    <w:next w:val="Normal"/>
    <w:qFormat/>
    <w:rsid w:val="00101B82"/>
    <w:pPr>
      <w:spacing w:before="240" w:after="60"/>
      <w:jc w:val="both"/>
      <w:outlineLvl w:val="5"/>
    </w:pPr>
    <w:rPr>
      <w:i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101B82"/>
    <w:pPr>
      <w:spacing w:after="220" w:line="220" w:lineRule="atLeast"/>
      <w:jc w:val="both"/>
    </w:pPr>
    <w:rPr>
      <w:spacing w:val="-5"/>
    </w:rPr>
  </w:style>
  <w:style w:type="paragraph" w:customStyle="1" w:styleId="Achievement">
    <w:name w:val="Achievement"/>
    <w:basedOn w:val="BodyText"/>
    <w:rsid w:val="00101B82"/>
    <w:pPr>
      <w:numPr>
        <w:numId w:val="1"/>
      </w:numPr>
      <w:tabs>
        <w:tab w:val="clear" w:pos="360"/>
      </w:tabs>
      <w:spacing w:after="60"/>
    </w:pPr>
  </w:style>
  <w:style w:type="paragraph" w:customStyle="1" w:styleId="Address1">
    <w:name w:val="Address 1"/>
    <w:basedOn w:val="Normal"/>
    <w:rsid w:val="00101B82"/>
    <w:pPr>
      <w:spacing w:line="160" w:lineRule="atLeast"/>
      <w:jc w:val="both"/>
    </w:pPr>
    <w:rPr>
      <w:sz w:val="14"/>
    </w:rPr>
  </w:style>
  <w:style w:type="paragraph" w:customStyle="1" w:styleId="Address2">
    <w:name w:val="Address 2"/>
    <w:basedOn w:val="Normal"/>
    <w:rsid w:val="00101B82"/>
    <w:pPr>
      <w:spacing w:line="160" w:lineRule="atLeast"/>
      <w:jc w:val="both"/>
    </w:pPr>
    <w:rPr>
      <w:sz w:val="14"/>
    </w:rPr>
  </w:style>
  <w:style w:type="paragraph" w:styleId="BodyTextIndent">
    <w:name w:val="Body Text Indent"/>
    <w:basedOn w:val="BodyText"/>
    <w:rsid w:val="00101B82"/>
    <w:pPr>
      <w:ind w:left="720"/>
    </w:pPr>
  </w:style>
  <w:style w:type="paragraph" w:customStyle="1" w:styleId="CityState">
    <w:name w:val="City/State"/>
    <w:basedOn w:val="BodyText"/>
    <w:next w:val="BodyText"/>
    <w:rsid w:val="00101B82"/>
    <w:pPr>
      <w:keepNext/>
    </w:pPr>
  </w:style>
  <w:style w:type="paragraph" w:customStyle="1" w:styleId="CompanyName">
    <w:name w:val="Company Name"/>
    <w:basedOn w:val="Normal"/>
    <w:next w:val="Normal"/>
    <w:autoRedefine/>
    <w:rsid w:val="00101B82"/>
    <w:pPr>
      <w:tabs>
        <w:tab w:val="left" w:pos="2160"/>
        <w:tab w:val="right" w:pos="6480"/>
      </w:tabs>
      <w:spacing w:before="240" w:after="40" w:line="220" w:lineRule="atLeast"/>
    </w:pPr>
  </w:style>
  <w:style w:type="paragraph" w:customStyle="1" w:styleId="CompanyNameOne">
    <w:name w:val="Company Name One"/>
    <w:basedOn w:val="CompanyName"/>
    <w:next w:val="Normal"/>
    <w:autoRedefine/>
    <w:rsid w:val="00101B82"/>
  </w:style>
  <w:style w:type="paragraph" w:styleId="Date">
    <w:name w:val="Date"/>
    <w:basedOn w:val="BodyText"/>
    <w:rsid w:val="00101B82"/>
    <w:pPr>
      <w:keepNext/>
    </w:pPr>
  </w:style>
  <w:style w:type="paragraph" w:customStyle="1" w:styleId="DocumentLabel">
    <w:name w:val="Document Label"/>
    <w:basedOn w:val="Normal"/>
    <w:next w:val="Normal"/>
    <w:rsid w:val="00101B82"/>
    <w:pPr>
      <w:spacing w:after="220"/>
      <w:jc w:val="both"/>
    </w:pPr>
    <w:rPr>
      <w:spacing w:val="-20"/>
      <w:sz w:val="48"/>
    </w:rPr>
  </w:style>
  <w:style w:type="character" w:styleId="Emphasis">
    <w:name w:val="Emphasis"/>
    <w:qFormat/>
    <w:rsid w:val="00101B82"/>
    <w:rPr>
      <w:rFonts w:ascii="Arial Black" w:hAnsi="Arial Black"/>
      <w:spacing w:val="-8"/>
      <w:sz w:val="18"/>
    </w:rPr>
  </w:style>
  <w:style w:type="paragraph" w:customStyle="1" w:styleId="HeaderBase">
    <w:name w:val="Header Base"/>
    <w:basedOn w:val="Normal"/>
    <w:rsid w:val="00101B82"/>
    <w:pPr>
      <w:jc w:val="both"/>
    </w:pPr>
  </w:style>
  <w:style w:type="paragraph" w:styleId="Footer">
    <w:name w:val="footer"/>
    <w:basedOn w:val="HeaderBase"/>
    <w:rsid w:val="00101B82"/>
    <w:pPr>
      <w:tabs>
        <w:tab w:val="right" w:pos="6840"/>
      </w:tabs>
      <w:spacing w:line="220" w:lineRule="atLeast"/>
      <w:ind w:left="-2160"/>
    </w:pPr>
    <w:rPr>
      <w:b/>
      <w:sz w:val="18"/>
    </w:rPr>
  </w:style>
  <w:style w:type="paragraph" w:styleId="Header">
    <w:name w:val="header"/>
    <w:basedOn w:val="HeaderBase"/>
    <w:rsid w:val="00101B82"/>
    <w:pPr>
      <w:spacing w:line="220" w:lineRule="atLeast"/>
      <w:ind w:left="-2160"/>
    </w:pPr>
  </w:style>
  <w:style w:type="paragraph" w:customStyle="1" w:styleId="HeadingBase">
    <w:name w:val="Heading Base"/>
    <w:basedOn w:val="BodyText"/>
    <w:next w:val="BodyText"/>
    <w:rsid w:val="00101B82"/>
    <w:pPr>
      <w:keepNext/>
      <w:keepLines/>
      <w:spacing w:after="0"/>
    </w:pPr>
    <w:rPr>
      <w:spacing w:val="-4"/>
      <w:sz w:val="18"/>
    </w:rPr>
  </w:style>
  <w:style w:type="paragraph" w:customStyle="1" w:styleId="Institution">
    <w:name w:val="Institution"/>
    <w:basedOn w:val="Normal"/>
    <w:next w:val="Achievement"/>
    <w:autoRedefine/>
    <w:rsid w:val="00101B82"/>
    <w:pPr>
      <w:tabs>
        <w:tab w:val="left" w:pos="2160"/>
        <w:tab w:val="right" w:pos="6480"/>
      </w:tabs>
      <w:spacing w:before="240" w:after="60" w:line="220" w:lineRule="atLeast"/>
    </w:pPr>
  </w:style>
  <w:style w:type="character" w:customStyle="1" w:styleId="Job">
    <w:name w:val="Job"/>
    <w:basedOn w:val="DefaultParagraphFont"/>
    <w:rsid w:val="00101B82"/>
  </w:style>
  <w:style w:type="paragraph" w:customStyle="1" w:styleId="JobTitle">
    <w:name w:val="Job Title"/>
    <w:next w:val="Achievement"/>
    <w:rsid w:val="00101B82"/>
    <w:pPr>
      <w:spacing w:after="60" w:line="220" w:lineRule="atLeast"/>
    </w:pPr>
    <w:rPr>
      <w:rFonts w:ascii="Arial Black" w:hAnsi="Arial Black"/>
      <w:spacing w:val="-10"/>
    </w:rPr>
  </w:style>
  <w:style w:type="character" w:customStyle="1" w:styleId="Lead-inEmphasis">
    <w:name w:val="Lead-in Emphasis"/>
    <w:rsid w:val="00101B82"/>
    <w:rPr>
      <w:rFonts w:ascii="Arial Black" w:hAnsi="Arial Black"/>
      <w:spacing w:val="-6"/>
      <w:sz w:val="18"/>
    </w:rPr>
  </w:style>
  <w:style w:type="paragraph" w:customStyle="1" w:styleId="Name">
    <w:name w:val="Name"/>
    <w:basedOn w:val="Normal"/>
    <w:next w:val="Normal"/>
    <w:rsid w:val="00101B82"/>
    <w:pPr>
      <w:pBdr>
        <w:bottom w:val="single" w:sz="6" w:space="4" w:color="auto"/>
      </w:pBdr>
      <w:spacing w:after="440" w:line="240" w:lineRule="atLeast"/>
    </w:pPr>
    <w:rPr>
      <w:rFonts w:ascii="Arial Black" w:hAnsi="Arial Black"/>
      <w:spacing w:val="-35"/>
      <w:sz w:val="54"/>
    </w:rPr>
  </w:style>
  <w:style w:type="paragraph" w:customStyle="1" w:styleId="SectionTitle">
    <w:name w:val="Section Title"/>
    <w:basedOn w:val="Normal"/>
    <w:next w:val="Normal"/>
    <w:autoRedefine/>
    <w:rsid w:val="00101B82"/>
    <w:pPr>
      <w:spacing w:before="220" w:line="220" w:lineRule="atLeast"/>
    </w:pPr>
    <w:rPr>
      <w:rFonts w:ascii="Arial Black" w:hAnsi="Arial Black"/>
      <w:spacing w:val="-10"/>
    </w:rPr>
  </w:style>
  <w:style w:type="paragraph" w:customStyle="1" w:styleId="NoTitle">
    <w:name w:val="No Title"/>
    <w:basedOn w:val="SectionTitle"/>
    <w:rsid w:val="00101B82"/>
  </w:style>
  <w:style w:type="paragraph" w:customStyle="1" w:styleId="Objective">
    <w:name w:val="Objective"/>
    <w:basedOn w:val="Normal"/>
    <w:next w:val="BodyText"/>
    <w:rsid w:val="00101B82"/>
    <w:pPr>
      <w:spacing w:before="240" w:after="220" w:line="220" w:lineRule="atLeast"/>
    </w:pPr>
  </w:style>
  <w:style w:type="character" w:styleId="PageNumber">
    <w:name w:val="page number"/>
    <w:rsid w:val="00101B82"/>
    <w:rPr>
      <w:rFonts w:ascii="Arial" w:hAnsi="Arial"/>
      <w:sz w:val="18"/>
    </w:rPr>
  </w:style>
  <w:style w:type="paragraph" w:customStyle="1" w:styleId="PersonalData">
    <w:name w:val="Personal Data"/>
    <w:basedOn w:val="BodyText"/>
    <w:rsid w:val="00101B82"/>
    <w:pPr>
      <w:spacing w:after="120" w:line="240" w:lineRule="exact"/>
      <w:ind w:left="-1080" w:right="1080"/>
    </w:pPr>
    <w:rPr>
      <w:i/>
      <w:spacing w:val="0"/>
      <w:sz w:val="22"/>
    </w:rPr>
  </w:style>
  <w:style w:type="paragraph" w:customStyle="1" w:styleId="PersonalInfo">
    <w:name w:val="Personal Info"/>
    <w:basedOn w:val="Achievement"/>
    <w:next w:val="Achievement"/>
    <w:rsid w:val="00101B82"/>
    <w:pPr>
      <w:numPr>
        <w:numId w:val="0"/>
      </w:numPr>
      <w:spacing w:before="240"/>
      <w:ind w:left="245" w:hanging="245"/>
    </w:pPr>
  </w:style>
  <w:style w:type="paragraph" w:customStyle="1" w:styleId="SectionSubtitle">
    <w:name w:val="Section Subtitle"/>
    <w:basedOn w:val="SectionTitle"/>
    <w:next w:val="Normal"/>
    <w:rsid w:val="00101B82"/>
    <w:rPr>
      <w:b/>
      <w:spacing w:val="0"/>
    </w:rPr>
  </w:style>
  <w:style w:type="paragraph" w:styleId="BalloonText">
    <w:name w:val="Balloon Text"/>
    <w:basedOn w:val="Normal"/>
    <w:semiHidden/>
    <w:rsid w:val="00BC4BB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F053D"/>
    <w:rPr>
      <w:color w:val="0000FF"/>
      <w:u w:val="single"/>
    </w:rPr>
  </w:style>
  <w:style w:type="character" w:styleId="FollowedHyperlink">
    <w:name w:val="FollowedHyperlink"/>
    <w:basedOn w:val="DefaultParagraphFont"/>
    <w:rsid w:val="004E4A75"/>
    <w:rPr>
      <w:color w:val="800080"/>
      <w:u w:val="single"/>
    </w:rPr>
  </w:style>
  <w:style w:type="table" w:styleId="TableGrid">
    <w:name w:val="Table Grid"/>
    <w:basedOn w:val="TableNormal"/>
    <w:rsid w:val="0023611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Professional%20Resum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2F178E-B6DB-4578-80D8-0CD185334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Professional Resume.dot</Template>
  <TotalTime>1312</TotalTime>
  <Pages>1</Pages>
  <Words>8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Professional Resume</vt:lpstr>
    </vt:vector>
  </TitlesOfParts>
  <Company>Microsoft Corp.</Company>
  <LinksUpToDate>false</LinksUpToDate>
  <CharactersWithSpaces>71</CharactersWithSpaces>
  <SharedDoc>false</SharedDoc>
  <HLinks>
    <vt:vector size="54" baseType="variant">
      <vt:variant>
        <vt:i4>1835033</vt:i4>
      </vt:variant>
      <vt:variant>
        <vt:i4>24</vt:i4>
      </vt:variant>
      <vt:variant>
        <vt:i4>0</vt:i4>
      </vt:variant>
      <vt:variant>
        <vt:i4>5</vt:i4>
      </vt:variant>
      <vt:variant>
        <vt:lpwstr>http://www.codeproject.com/useritems/vbdefamation.asp</vt:lpwstr>
      </vt:variant>
      <vt:variant>
        <vt:lpwstr/>
      </vt:variant>
      <vt:variant>
        <vt:i4>8192048</vt:i4>
      </vt:variant>
      <vt:variant>
        <vt:i4>21</vt:i4>
      </vt:variant>
      <vt:variant>
        <vt:i4>0</vt:i4>
      </vt:variant>
      <vt:variant>
        <vt:i4>5</vt:i4>
      </vt:variant>
      <vt:variant>
        <vt:lpwstr>http://www.codeproject.com/vb/net/vsnetstylemenusvb.asp</vt:lpwstr>
      </vt:variant>
      <vt:variant>
        <vt:lpwstr/>
      </vt:variant>
      <vt:variant>
        <vt:i4>1703936</vt:i4>
      </vt:variant>
      <vt:variant>
        <vt:i4>18</vt:i4>
      </vt:variant>
      <vt:variant>
        <vt:i4>0</vt:i4>
      </vt:variant>
      <vt:variant>
        <vt:i4>5</vt:i4>
      </vt:variant>
      <vt:variant>
        <vt:lpwstr>http://www.codeproject.com/dotnet/vbvscsmsil.asp</vt:lpwstr>
      </vt:variant>
      <vt:variant>
        <vt:lpwstr/>
      </vt:variant>
      <vt:variant>
        <vt:i4>2031681</vt:i4>
      </vt:variant>
      <vt:variant>
        <vt:i4>15</vt:i4>
      </vt:variant>
      <vt:variant>
        <vt:i4>0</vt:i4>
      </vt:variant>
      <vt:variant>
        <vt:i4>5</vt:i4>
      </vt:variant>
      <vt:variant>
        <vt:lpwstr>http://www.codeproject.com/vb/net/xmlsscp.asp</vt:lpwstr>
      </vt:variant>
      <vt:variant>
        <vt:lpwstr/>
      </vt:variant>
      <vt:variant>
        <vt:i4>2621561</vt:i4>
      </vt:variant>
      <vt:variant>
        <vt:i4>12</vt:i4>
      </vt:variant>
      <vt:variant>
        <vt:i4>0</vt:i4>
      </vt:variant>
      <vt:variant>
        <vt:i4>5</vt:i4>
      </vt:variant>
      <vt:variant>
        <vt:lpwstr>http://www.codeproject.com/vb/net/vb2005ga.asp</vt:lpwstr>
      </vt:variant>
      <vt:variant>
        <vt:lpwstr/>
      </vt:variant>
      <vt:variant>
        <vt:i4>2555965</vt:i4>
      </vt:variant>
      <vt:variant>
        <vt:i4>9</vt:i4>
      </vt:variant>
      <vt:variant>
        <vt:i4>0</vt:i4>
      </vt:variant>
      <vt:variant>
        <vt:i4>5</vt:i4>
      </vt:variant>
      <vt:variant>
        <vt:lpwstr>http://www.codeproject.com/csharp/iterators.asp</vt:lpwstr>
      </vt:variant>
      <vt:variant>
        <vt:lpwstr/>
      </vt:variant>
      <vt:variant>
        <vt:i4>4456517</vt:i4>
      </vt:variant>
      <vt:variant>
        <vt:i4>6</vt:i4>
      </vt:variant>
      <vt:variant>
        <vt:i4>0</vt:i4>
      </vt:variant>
      <vt:variant>
        <vt:i4>5</vt:i4>
      </vt:variant>
      <vt:variant>
        <vt:lpwstr>http://www.ffiec.gov/find/faq.htm</vt:lpwstr>
      </vt:variant>
      <vt:variant>
        <vt:lpwstr>xbrl</vt:lpwstr>
      </vt:variant>
      <vt:variant>
        <vt:i4>4456517</vt:i4>
      </vt:variant>
      <vt:variant>
        <vt:i4>3</vt:i4>
      </vt:variant>
      <vt:variant>
        <vt:i4>0</vt:i4>
      </vt:variant>
      <vt:variant>
        <vt:i4>5</vt:i4>
      </vt:variant>
      <vt:variant>
        <vt:lpwstr>http://www.ffiec.gov/find/faq.htm</vt:lpwstr>
      </vt:variant>
      <vt:variant>
        <vt:lpwstr>xbrl</vt:lpwstr>
      </vt:variant>
      <vt:variant>
        <vt:i4>983072</vt:i4>
      </vt:variant>
      <vt:variant>
        <vt:i4>0</vt:i4>
      </vt:variant>
      <vt:variant>
        <vt:i4>0</vt:i4>
      </vt:variant>
      <vt:variant>
        <vt:i4>5</vt:i4>
      </vt:variant>
      <vt:variant>
        <vt:lpwstr>mailto:giancarloaguilera@hotmail.com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Professional Resume</dc:title>
  <dc:creator>Giancarlo</dc:creator>
  <cp:lastModifiedBy>synerzip</cp:lastModifiedBy>
  <cp:revision>293</cp:revision>
  <cp:lastPrinted>2005-07-31T00:43:00Z</cp:lastPrinted>
  <dcterms:created xsi:type="dcterms:W3CDTF">2012-04-12T01:13:00Z</dcterms:created>
  <dcterms:modified xsi:type="dcterms:W3CDTF">2013-11-20T06:28:00Z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2003051900</vt:i4>
  </property>
  <property fmtid="{D5CDD505-2E9C-101B-9397-08002B2CF9AE}" pid="4" name="LCID">
    <vt:i4>1033</vt:i4>
  </property>
</Properties>
</file>